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798" w:rsidRDefault="00962798" w:rsidP="00CE3D59"/>
    <w:p w:rsidR="00B176D7" w:rsidRDefault="00B176D7" w:rsidP="00962798">
      <w:pPr>
        <w:rPr>
          <w:rFonts w:ascii="Times New Roman" w:hAnsi="Times New Roman" w:cs="Times New Roman"/>
        </w:rPr>
      </w:pPr>
    </w:p>
    <w:p w:rsidR="00B176D7" w:rsidRDefault="00B176D7" w:rsidP="00962798">
      <w:pPr>
        <w:rPr>
          <w:rFonts w:ascii="Times New Roman" w:hAnsi="Times New Roman" w:cs="Times New Roman"/>
        </w:rPr>
      </w:pPr>
    </w:p>
    <w:p w:rsidR="00B176D7" w:rsidRDefault="00B176D7" w:rsidP="00962798">
      <w:pPr>
        <w:rPr>
          <w:rFonts w:ascii="Times New Roman" w:hAnsi="Times New Roman" w:cs="Times New Roman"/>
        </w:rPr>
      </w:pPr>
    </w:p>
    <w:p w:rsidR="00122B06" w:rsidRDefault="00F10C9B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Kliimaministeerium</w:t>
      </w:r>
      <w:r w:rsidR="00517074">
        <w:rPr>
          <w:rFonts w:ascii="Times New Roman" w:hAnsi="Times New Roman" w:cs="Times New Roman"/>
        </w:rPr>
        <w:tab/>
      </w:r>
      <w:r w:rsidR="00517074">
        <w:rPr>
          <w:rFonts w:ascii="Times New Roman" w:hAnsi="Times New Roman" w:cs="Times New Roman"/>
        </w:rPr>
        <w:tab/>
      </w:r>
      <w:r w:rsidR="00517074">
        <w:rPr>
          <w:rFonts w:ascii="Times New Roman" w:hAnsi="Times New Roman" w:cs="Times New Roman"/>
        </w:rPr>
        <w:tab/>
      </w:r>
      <w:r w:rsidR="002E2048">
        <w:rPr>
          <w:rFonts w:ascii="Times New Roman" w:hAnsi="Times New Roman" w:cs="Times New Roman"/>
        </w:rPr>
        <w:tab/>
      </w:r>
      <w:r w:rsidR="002E2048">
        <w:rPr>
          <w:rFonts w:ascii="Times New Roman" w:hAnsi="Times New Roman" w:cs="Times New Roman"/>
        </w:rPr>
        <w:tab/>
      </w:r>
      <w:r w:rsidR="002E2048">
        <w:rPr>
          <w:rFonts w:ascii="Times New Roman" w:hAnsi="Times New Roman" w:cs="Times New Roman"/>
        </w:rPr>
        <w:tab/>
      </w:r>
      <w:r w:rsidR="00C55472">
        <w:rPr>
          <w:rFonts w:ascii="Times New Roman" w:hAnsi="Times New Roman" w:cs="Times New Roman"/>
        </w:rPr>
        <w:tab/>
      </w:r>
      <w:r w:rsidR="002E2048" w:rsidRPr="002408B4">
        <w:rPr>
          <w:rFonts w:ascii="Times New Roman" w:hAnsi="Times New Roman" w:cs="Times New Roman"/>
        </w:rPr>
        <w:t>Teie:</w:t>
      </w:r>
      <w:r w:rsidR="00651ECA">
        <w:rPr>
          <w:rFonts w:ascii="Times New Roman" w:hAnsi="Times New Roman" w:cs="Times New Roman"/>
        </w:rPr>
        <w:t xml:space="preserve"> </w:t>
      </w:r>
    </w:p>
    <w:p w:rsidR="00962798" w:rsidRPr="002408B4" w:rsidRDefault="00227612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</w:t>
      </w:r>
      <w:r w:rsidR="002E2048">
        <w:rPr>
          <w:rFonts w:ascii="Times New Roman" w:hAnsi="Times New Roman" w:cs="Times New Roman"/>
        </w:rPr>
        <w:t>@</w:t>
      </w:r>
      <w:r>
        <w:rPr>
          <w:rFonts w:ascii="Times New Roman" w:hAnsi="Times New Roman" w:cs="Times New Roman"/>
        </w:rPr>
        <w:t>kliimaministeerium.ee</w:t>
      </w:r>
      <w:r w:rsidR="00962798">
        <w:rPr>
          <w:rFonts w:ascii="Times New Roman" w:hAnsi="Times New Roman" w:cs="Times New Roman"/>
        </w:rPr>
        <w:tab/>
      </w:r>
      <w:r w:rsidR="00962798">
        <w:rPr>
          <w:rFonts w:ascii="Times New Roman" w:hAnsi="Times New Roman" w:cs="Times New Roman"/>
        </w:rPr>
        <w:tab/>
        <w:t xml:space="preserve">       </w:t>
      </w:r>
      <w:r w:rsidR="00631BA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61DA7">
        <w:rPr>
          <w:rFonts w:ascii="Times New Roman" w:hAnsi="Times New Roman" w:cs="Times New Roman"/>
        </w:rPr>
        <w:tab/>
      </w:r>
      <w:r w:rsidR="00C61DA7">
        <w:rPr>
          <w:rFonts w:ascii="Times New Roman" w:hAnsi="Times New Roman" w:cs="Times New Roman"/>
        </w:rPr>
        <w:tab/>
      </w:r>
      <w:r w:rsidR="002E2048">
        <w:rPr>
          <w:rFonts w:ascii="Times New Roman" w:hAnsi="Times New Roman" w:cs="Times New Roman"/>
        </w:rPr>
        <w:t xml:space="preserve">Meie: </w:t>
      </w:r>
      <w:r>
        <w:rPr>
          <w:rFonts w:ascii="Times New Roman" w:hAnsi="Times New Roman" w:cs="Times New Roman"/>
        </w:rPr>
        <w:t>06.11</w:t>
      </w:r>
      <w:r w:rsidR="00CE3D8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</w:t>
      </w:r>
      <w:r w:rsidR="001722EB">
        <w:rPr>
          <w:rFonts w:ascii="Times New Roman" w:hAnsi="Times New Roman" w:cs="Times New Roman"/>
        </w:rPr>
        <w:t>3</w:t>
      </w:r>
      <w:r w:rsidR="002E2048">
        <w:rPr>
          <w:rFonts w:ascii="Times New Roman" w:hAnsi="Times New Roman" w:cs="Times New Roman"/>
        </w:rPr>
        <w:t xml:space="preserve"> nr 5-</w:t>
      </w:r>
      <w:r w:rsidR="006F6B93">
        <w:rPr>
          <w:rFonts w:ascii="Times New Roman" w:hAnsi="Times New Roman" w:cs="Times New Roman"/>
        </w:rPr>
        <w:t>5</w:t>
      </w:r>
      <w:r w:rsidR="002E2048">
        <w:rPr>
          <w:rFonts w:ascii="Times New Roman" w:hAnsi="Times New Roman" w:cs="Times New Roman"/>
        </w:rPr>
        <w:t>/</w:t>
      </w:r>
      <w:r w:rsidR="006F6B93">
        <w:rPr>
          <w:rFonts w:ascii="Times New Roman" w:hAnsi="Times New Roman" w:cs="Times New Roman"/>
        </w:rPr>
        <w:t>4</w:t>
      </w:r>
      <w:r w:rsidR="00C9379A">
        <w:rPr>
          <w:rFonts w:ascii="Times New Roman" w:hAnsi="Times New Roman" w:cs="Times New Roman"/>
        </w:rPr>
        <w:t>6</w:t>
      </w:r>
      <w:r w:rsidR="002E2048">
        <w:rPr>
          <w:rFonts w:ascii="Times New Roman" w:hAnsi="Times New Roman" w:cs="Times New Roman"/>
        </w:rPr>
        <w:t>-</w:t>
      </w:r>
      <w:r w:rsidR="006F6B93">
        <w:rPr>
          <w:rFonts w:ascii="Times New Roman" w:hAnsi="Times New Roman" w:cs="Times New Roman"/>
        </w:rPr>
        <w:t>2</w:t>
      </w:r>
    </w:p>
    <w:p w:rsidR="00962798" w:rsidRDefault="00962798" w:rsidP="00962798">
      <w:pPr>
        <w:rPr>
          <w:rFonts w:ascii="Times New Roman" w:hAnsi="Times New Roman" w:cs="Times New Roman"/>
          <w:b/>
        </w:rPr>
      </w:pPr>
      <w:r w:rsidRPr="002408B4">
        <w:rPr>
          <w:rFonts w:ascii="Times New Roman" w:hAnsi="Times New Roman" w:cs="Times New Roman"/>
        </w:rPr>
        <w:tab/>
      </w:r>
      <w:r w:rsidRPr="002408B4">
        <w:rPr>
          <w:rFonts w:ascii="Times New Roman" w:hAnsi="Times New Roman" w:cs="Times New Roman"/>
        </w:rPr>
        <w:tab/>
      </w:r>
      <w:r w:rsidR="00744F89">
        <w:rPr>
          <w:rFonts w:ascii="Times New Roman" w:hAnsi="Times New Roman" w:cs="Times New Roman"/>
        </w:rPr>
        <w:tab/>
      </w:r>
      <w:r w:rsidR="00744F89">
        <w:rPr>
          <w:rFonts w:ascii="Times New Roman" w:hAnsi="Times New Roman" w:cs="Times New Roman"/>
        </w:rPr>
        <w:tab/>
        <w:t xml:space="preserve">       </w:t>
      </w:r>
      <w:r w:rsidR="007D2A1F">
        <w:rPr>
          <w:rFonts w:ascii="Times New Roman" w:hAnsi="Times New Roman" w:cs="Times New Roman"/>
        </w:rPr>
        <w:t xml:space="preserve"> </w:t>
      </w:r>
      <w:r w:rsidR="00631BAF">
        <w:rPr>
          <w:rFonts w:ascii="Times New Roman" w:hAnsi="Times New Roman" w:cs="Times New Roman"/>
        </w:rPr>
        <w:tab/>
      </w:r>
      <w:r w:rsidR="00BC13D5">
        <w:rPr>
          <w:rFonts w:ascii="Times New Roman" w:hAnsi="Times New Roman" w:cs="Times New Roman"/>
        </w:rPr>
        <w:tab/>
      </w:r>
      <w:r w:rsidR="00BC13D5">
        <w:rPr>
          <w:rFonts w:ascii="Times New Roman" w:hAnsi="Times New Roman" w:cs="Times New Roman"/>
        </w:rPr>
        <w:tab/>
      </w:r>
      <w:r w:rsidR="00BC13D5">
        <w:rPr>
          <w:rFonts w:ascii="Times New Roman" w:hAnsi="Times New Roman" w:cs="Times New Roman"/>
        </w:rPr>
        <w:tab/>
      </w:r>
      <w:r w:rsidR="00571F3F">
        <w:rPr>
          <w:rFonts w:ascii="Times New Roman" w:hAnsi="Times New Roman" w:cs="Times New Roman"/>
        </w:rPr>
        <w:tab/>
      </w:r>
    </w:p>
    <w:p w:rsidR="00D14C94" w:rsidRPr="002408B4" w:rsidRDefault="00D14C94" w:rsidP="00962798">
      <w:pPr>
        <w:rPr>
          <w:rFonts w:ascii="Times New Roman" w:hAnsi="Times New Roman" w:cs="Times New Roman"/>
          <w:b/>
        </w:rPr>
      </w:pPr>
    </w:p>
    <w:p w:rsidR="00AC7FB8" w:rsidRDefault="00AC7FB8" w:rsidP="00962798">
      <w:pPr>
        <w:jc w:val="both"/>
        <w:rPr>
          <w:rFonts w:ascii="Times New Roman" w:hAnsi="Times New Roman" w:cs="Times New Roman"/>
          <w:b/>
        </w:rPr>
      </w:pPr>
    </w:p>
    <w:p w:rsidR="00A90507" w:rsidRDefault="00F10C9B" w:rsidP="0096279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Järelepärimine 23.05.2023 saadetud taotluse kohta</w:t>
      </w:r>
      <w:r w:rsidR="00AC7FB8">
        <w:rPr>
          <w:rFonts w:ascii="Times New Roman" w:hAnsi="Times New Roman" w:cs="Times New Roman"/>
          <w:b/>
        </w:rPr>
        <w:t xml:space="preserve"> </w:t>
      </w:r>
    </w:p>
    <w:p w:rsidR="00226A88" w:rsidRPr="002408B4" w:rsidRDefault="00226A88" w:rsidP="00962798">
      <w:pPr>
        <w:jc w:val="both"/>
        <w:rPr>
          <w:rFonts w:ascii="Times New Roman" w:hAnsi="Times New Roman" w:cs="Times New Roman"/>
          <w:b/>
        </w:rPr>
      </w:pPr>
    </w:p>
    <w:p w:rsidR="00962798" w:rsidRPr="002408B4" w:rsidRDefault="00962798" w:rsidP="00962798">
      <w:pPr>
        <w:jc w:val="both"/>
        <w:rPr>
          <w:rFonts w:ascii="Times New Roman" w:hAnsi="Times New Roman" w:cs="Times New Roman"/>
        </w:rPr>
      </w:pPr>
    </w:p>
    <w:p w:rsidR="00CE0985" w:rsidRPr="00CE0985" w:rsidRDefault="00590383" w:rsidP="006F6B9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Alutaguse Vallavalitsus</w:t>
      </w:r>
      <w:r w:rsidR="001722EB">
        <w:rPr>
          <w:rFonts w:ascii="Times New Roman" w:hAnsi="Times New Roman" w:cs="Times New Roman"/>
        </w:rPr>
        <w:t xml:space="preserve"> </w:t>
      </w:r>
      <w:r w:rsidR="00F10C9B">
        <w:rPr>
          <w:rFonts w:ascii="Times New Roman" w:hAnsi="Times New Roman" w:cs="Times New Roman"/>
        </w:rPr>
        <w:t xml:space="preserve">saatis 23.05.2023 taotluse nr 5-5/46-1 kinnisasja võõrandamiseks (Rannapromenaadi), mis on registreeritud Teie dokumendiregistris 23.05.2023 registreerimisnumbriga </w:t>
      </w:r>
      <w:r w:rsidR="006F6B93">
        <w:rPr>
          <w:rFonts w:ascii="Times New Roman" w:hAnsi="Times New Roman" w:cs="Times New Roman"/>
        </w:rPr>
        <w:t>13-2/23/2208.</w:t>
      </w:r>
      <w:r w:rsidR="00C61DA7">
        <w:rPr>
          <w:rFonts w:ascii="Times New Roman" w:hAnsi="Times New Roman" w:cs="Times New Roman"/>
        </w:rPr>
        <w:t xml:space="preserve"> </w:t>
      </w:r>
      <w:r w:rsidR="006F6B93">
        <w:rPr>
          <w:rFonts w:ascii="Times New Roman" w:hAnsi="Times New Roman" w:cs="Times New Roman"/>
        </w:rPr>
        <w:t xml:space="preserve">Palume </w:t>
      </w:r>
      <w:r w:rsidR="002E5E72">
        <w:rPr>
          <w:rFonts w:ascii="Times New Roman" w:hAnsi="Times New Roman" w:cs="Times New Roman"/>
        </w:rPr>
        <w:t>teavet,</w:t>
      </w:r>
      <w:r w:rsidR="006F6B93">
        <w:rPr>
          <w:rFonts w:ascii="Times New Roman" w:hAnsi="Times New Roman" w:cs="Times New Roman"/>
        </w:rPr>
        <w:t xml:space="preserve"> </w:t>
      </w:r>
      <w:r w:rsidR="00CE7A12">
        <w:rPr>
          <w:rFonts w:ascii="Times New Roman" w:hAnsi="Times New Roman" w:cs="Times New Roman"/>
        </w:rPr>
        <w:t xml:space="preserve">kas vastuskiri </w:t>
      </w:r>
      <w:r w:rsidR="00C61DA7">
        <w:rPr>
          <w:rFonts w:ascii="Times New Roman" w:hAnsi="Times New Roman" w:cs="Times New Roman"/>
        </w:rPr>
        <w:t xml:space="preserve">on jäänud </w:t>
      </w:r>
      <w:bookmarkStart w:id="0" w:name="_GoBack"/>
      <w:bookmarkEnd w:id="0"/>
      <w:r w:rsidR="00CE7A12">
        <w:rPr>
          <w:rFonts w:ascii="Times New Roman" w:hAnsi="Times New Roman" w:cs="Times New Roman"/>
        </w:rPr>
        <w:t>vallavalitsuse</w:t>
      </w:r>
      <w:r w:rsidR="00C61DA7">
        <w:rPr>
          <w:rFonts w:ascii="Times New Roman" w:hAnsi="Times New Roman" w:cs="Times New Roman"/>
        </w:rPr>
        <w:t>le saatmata</w:t>
      </w:r>
      <w:r w:rsidR="00414A19">
        <w:rPr>
          <w:rFonts w:ascii="Times New Roman" w:hAnsi="Times New Roman" w:cs="Times New Roman"/>
        </w:rPr>
        <w:t xml:space="preserve"> </w:t>
      </w:r>
      <w:r w:rsidR="00CE7A12">
        <w:rPr>
          <w:rFonts w:ascii="Times New Roman" w:hAnsi="Times New Roman" w:cs="Times New Roman"/>
        </w:rPr>
        <w:t xml:space="preserve">või on </w:t>
      </w:r>
      <w:r w:rsidR="006F6B93">
        <w:rPr>
          <w:rFonts w:ascii="Times New Roman" w:hAnsi="Times New Roman" w:cs="Times New Roman"/>
        </w:rPr>
        <w:t>vastus</w:t>
      </w:r>
      <w:r w:rsidR="00414A19">
        <w:rPr>
          <w:rFonts w:ascii="Times New Roman" w:hAnsi="Times New Roman" w:cs="Times New Roman"/>
        </w:rPr>
        <w:t>kiri siiani koostamisel</w:t>
      </w:r>
      <w:r w:rsidR="006F6B93">
        <w:rPr>
          <w:rFonts w:ascii="Times New Roman" w:hAnsi="Times New Roman" w:cs="Times New Roman"/>
        </w:rPr>
        <w:t>.</w:t>
      </w:r>
    </w:p>
    <w:p w:rsidR="00D14C94" w:rsidRPr="002408B4" w:rsidRDefault="00CE0985" w:rsidP="0064686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E382B" w:rsidRDefault="009E382B" w:rsidP="00962798">
      <w:pPr>
        <w:rPr>
          <w:rFonts w:ascii="Times New Roman" w:hAnsi="Times New Roman" w:cs="Times New Roman"/>
        </w:rPr>
      </w:pPr>
    </w:p>
    <w:p w:rsidR="009E382B" w:rsidRDefault="00962798" w:rsidP="00962798">
      <w:pPr>
        <w:rPr>
          <w:rFonts w:ascii="Times New Roman" w:hAnsi="Times New Roman" w:cs="Times New Roman"/>
        </w:rPr>
      </w:pPr>
      <w:r w:rsidRPr="002408B4">
        <w:rPr>
          <w:rFonts w:ascii="Times New Roman" w:hAnsi="Times New Roman" w:cs="Times New Roman"/>
        </w:rPr>
        <w:t>Lugupidamisega</w:t>
      </w:r>
    </w:p>
    <w:p w:rsidR="008E621F" w:rsidRDefault="008E621F" w:rsidP="00962798">
      <w:pPr>
        <w:rPr>
          <w:rFonts w:ascii="Times New Roman" w:hAnsi="Times New Roman" w:cs="Times New Roman"/>
        </w:rPr>
      </w:pPr>
    </w:p>
    <w:p w:rsidR="009E382B" w:rsidRDefault="009E382B" w:rsidP="00962798">
      <w:pPr>
        <w:rPr>
          <w:rFonts w:ascii="Times New Roman" w:hAnsi="Times New Roman" w:cs="Times New Roman"/>
        </w:rPr>
      </w:pPr>
    </w:p>
    <w:p w:rsidR="0030761D" w:rsidRDefault="0030761D" w:rsidP="00962798">
      <w:pPr>
        <w:rPr>
          <w:rFonts w:ascii="Times New Roman" w:hAnsi="Times New Roman" w:cs="Times New Roman"/>
        </w:rPr>
      </w:pPr>
    </w:p>
    <w:p w:rsidR="00D14C94" w:rsidRDefault="00D14C94" w:rsidP="00962798">
      <w:pPr>
        <w:rPr>
          <w:rFonts w:ascii="Times New Roman" w:hAnsi="Times New Roman" w:cs="Times New Roman"/>
        </w:rPr>
      </w:pPr>
    </w:p>
    <w:p w:rsidR="00962798" w:rsidRDefault="00D14C94" w:rsidP="00962798">
      <w:pPr>
        <w:rPr>
          <w:rFonts w:ascii="Times New Roman" w:hAnsi="Times New Roman" w:cs="Times New Roman"/>
          <w:i/>
        </w:rPr>
      </w:pPr>
      <w:r w:rsidRPr="00D14C94">
        <w:rPr>
          <w:rFonts w:ascii="Times New Roman" w:hAnsi="Times New Roman" w:cs="Times New Roman"/>
          <w:i/>
        </w:rPr>
        <w:t>/allkirjastatud digitaalselt/</w:t>
      </w:r>
    </w:p>
    <w:p w:rsidR="00C61DA7" w:rsidRDefault="00C61DA7" w:rsidP="00962798">
      <w:pPr>
        <w:rPr>
          <w:rFonts w:ascii="Times New Roman" w:hAnsi="Times New Roman" w:cs="Times New Roman"/>
          <w:i/>
        </w:rPr>
      </w:pPr>
    </w:p>
    <w:p w:rsidR="009E382B" w:rsidRPr="00D14C94" w:rsidRDefault="009E382B" w:rsidP="00962798">
      <w:pPr>
        <w:rPr>
          <w:rFonts w:ascii="Times New Roman" w:hAnsi="Times New Roman" w:cs="Times New Roman"/>
          <w:i/>
        </w:rPr>
      </w:pPr>
    </w:p>
    <w:p w:rsidR="00C504F2" w:rsidRDefault="006F6B93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Tauno </w:t>
      </w:r>
      <w:proofErr w:type="spellStart"/>
      <w:r>
        <w:rPr>
          <w:rFonts w:ascii="Times New Roman" w:hAnsi="Times New Roman" w:cs="Times New Roman"/>
        </w:rPr>
        <w:t>Võhmar</w:t>
      </w:r>
      <w:proofErr w:type="spellEnd"/>
    </w:p>
    <w:p w:rsidR="00AC6247" w:rsidRDefault="006F6B93" w:rsidP="009627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Vallavanem</w:t>
      </w:r>
    </w:p>
    <w:p w:rsidR="00AC6247" w:rsidRDefault="00AC6247" w:rsidP="00962798">
      <w:pPr>
        <w:rPr>
          <w:rFonts w:ascii="Times New Roman" w:hAnsi="Times New Roman" w:cs="Times New Roman"/>
        </w:rPr>
      </w:pPr>
    </w:p>
    <w:p w:rsidR="00AC6247" w:rsidRDefault="00AC6247" w:rsidP="00962798">
      <w:pPr>
        <w:rPr>
          <w:rFonts w:ascii="Times New Roman" w:hAnsi="Times New Roman" w:cs="Times New Roman"/>
        </w:rPr>
      </w:pPr>
    </w:p>
    <w:p w:rsidR="00AC6247" w:rsidRDefault="00AC6247" w:rsidP="00962798">
      <w:pPr>
        <w:rPr>
          <w:rFonts w:ascii="Times New Roman" w:hAnsi="Times New Roman" w:cs="Times New Roman"/>
        </w:rPr>
      </w:pPr>
    </w:p>
    <w:p w:rsidR="00AC6247" w:rsidRDefault="00AC6247" w:rsidP="00962798">
      <w:pPr>
        <w:rPr>
          <w:rFonts w:ascii="Times New Roman" w:hAnsi="Times New Roman" w:cs="Times New Roman"/>
        </w:rPr>
      </w:pPr>
    </w:p>
    <w:p w:rsidR="00AC6247" w:rsidRDefault="00AC6247" w:rsidP="00962798">
      <w:pPr>
        <w:rPr>
          <w:rFonts w:ascii="Times New Roman" w:hAnsi="Times New Roman" w:cs="Times New Roman"/>
        </w:rPr>
      </w:pPr>
    </w:p>
    <w:p w:rsidR="00782A5B" w:rsidRDefault="00782A5B" w:rsidP="00962798">
      <w:pPr>
        <w:rPr>
          <w:rFonts w:ascii="Times New Roman" w:hAnsi="Times New Roman" w:cs="Times New Roman"/>
        </w:rPr>
      </w:pPr>
    </w:p>
    <w:p w:rsidR="00782A5B" w:rsidRDefault="00782A5B" w:rsidP="00962798">
      <w:pPr>
        <w:rPr>
          <w:rFonts w:ascii="Times New Roman" w:hAnsi="Times New Roman" w:cs="Times New Roman"/>
        </w:rPr>
      </w:pPr>
    </w:p>
    <w:sectPr w:rsidR="00782A5B" w:rsidSect="00744F89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454" w:right="843" w:bottom="510" w:left="1701" w:header="62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2F5" w:rsidRDefault="005A02F5" w:rsidP="00482722">
      <w:r>
        <w:separator/>
      </w:r>
    </w:p>
  </w:endnote>
  <w:endnote w:type="continuationSeparator" w:id="0">
    <w:p w:rsidR="005A02F5" w:rsidRDefault="005A02F5" w:rsidP="0048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pectral">
    <w:altName w:val="Calibri"/>
    <w:charset w:val="00"/>
    <w:family w:val="auto"/>
    <w:pitch w:val="variable"/>
    <w:sig w:usb0="E000027F" w:usb1="4000E43B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4974758"/>
      <w:docPartObj>
        <w:docPartGallery w:val="Page Numbers (Bottom of Page)"/>
        <w:docPartUnique/>
      </w:docPartObj>
    </w:sdtPr>
    <w:sdtEndPr/>
    <w:sdtContent>
      <w:p w:rsidR="00962798" w:rsidRDefault="00962798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8C9">
          <w:rPr>
            <w:noProof/>
          </w:rPr>
          <w:t>2</w:t>
        </w:r>
        <w:r>
          <w:fldChar w:fldCharType="end"/>
        </w:r>
      </w:p>
    </w:sdtContent>
  </w:sdt>
  <w:p w:rsidR="00962798" w:rsidRDefault="0096279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798" w:rsidRDefault="00962798" w:rsidP="00962798">
    <w:pPr>
      <w:pStyle w:val="Jalus"/>
      <w:tabs>
        <w:tab w:val="clear" w:pos="4680"/>
        <w:tab w:val="clear" w:pos="9360"/>
        <w:tab w:val="left" w:pos="1344"/>
      </w:tabs>
    </w:pPr>
    <w:r>
      <w:tab/>
    </w:r>
  </w:p>
  <w:tbl>
    <w:tblPr>
      <w:tblW w:w="0" w:type="auto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794"/>
      <w:gridCol w:w="3118"/>
      <w:gridCol w:w="2830"/>
    </w:tblGrid>
    <w:tr w:rsidR="00962798" w:rsidRPr="00EF1066" w:rsidTr="008E6B81">
      <w:trPr>
        <w:trHeight w:val="284"/>
      </w:trPr>
      <w:tc>
        <w:tcPr>
          <w:tcW w:w="3794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Tartu mnt 56 Iisaku alevik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Alutaguse vald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41101 Ida-Virumaa</w:t>
          </w:r>
        </w:p>
      </w:tc>
      <w:tc>
        <w:tcPr>
          <w:tcW w:w="3118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Tel:   3 366 901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 xml:space="preserve">E-post: </w:t>
          </w:r>
          <w:hyperlink r:id="rId1" w:history="1">
            <w:r w:rsidRPr="00EF1066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et-EE"/>
              </w:rPr>
              <w:t>info@alutagusevald.ee</w:t>
            </w:r>
          </w:hyperlink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 xml:space="preserve"> 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</w:tc>
      <w:tc>
        <w:tcPr>
          <w:tcW w:w="2830" w:type="dxa"/>
        </w:tcPr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proofErr w:type="spellStart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Reg</w:t>
          </w:r>
          <w:proofErr w:type="spellEnd"/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. nr: 77000281</w:t>
          </w:r>
        </w:p>
        <w:p w:rsidR="00962798" w:rsidRPr="00EF1066" w:rsidRDefault="00962798" w:rsidP="00962798">
          <w:pPr>
            <w:tabs>
              <w:tab w:val="center" w:pos="4153"/>
              <w:tab w:val="right" w:pos="8306"/>
            </w:tabs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</w:pPr>
          <w:r w:rsidRPr="00EF1066">
            <w:rPr>
              <w:rFonts w:ascii="Times New Roman" w:eastAsia="Times New Roman" w:hAnsi="Times New Roman" w:cs="Times New Roman"/>
              <w:sz w:val="20"/>
              <w:szCs w:val="20"/>
              <w:lang w:eastAsia="et-EE"/>
            </w:rPr>
            <w:t>a/a: EE882200221068420618 Swedbank</w:t>
          </w:r>
        </w:p>
      </w:tc>
    </w:tr>
  </w:tbl>
  <w:p w:rsidR="00A23642" w:rsidRDefault="00A23642" w:rsidP="00962798">
    <w:pPr>
      <w:pStyle w:val="Jalus"/>
      <w:tabs>
        <w:tab w:val="clear" w:pos="4680"/>
        <w:tab w:val="clear" w:pos="9360"/>
        <w:tab w:val="left" w:pos="134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2F5" w:rsidRDefault="005A02F5" w:rsidP="00482722">
      <w:r>
        <w:separator/>
      </w:r>
    </w:p>
  </w:footnote>
  <w:footnote w:type="continuationSeparator" w:id="0">
    <w:p w:rsidR="005A02F5" w:rsidRDefault="005A02F5" w:rsidP="00482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722" w:rsidRDefault="00482722">
    <w:pPr>
      <w:pStyle w:val="Pis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642" w:rsidRDefault="00962798">
    <w:pPr>
      <w:pStyle w:val="Pis"/>
    </w:pPr>
    <w:r>
      <w:rPr>
        <w:noProof/>
        <w:lang w:eastAsia="et-EE"/>
      </w:rPr>
      <w:drawing>
        <wp:inline distT="0" distB="0" distL="0" distR="0" wp14:anchorId="6EAC50C8">
          <wp:extent cx="1798320" cy="615950"/>
          <wp:effectExtent l="0" t="0" r="0" b="0"/>
          <wp:docPr id="5" name="Pil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066"/>
    <w:rsid w:val="000116FF"/>
    <w:rsid w:val="00052401"/>
    <w:rsid w:val="00076BEA"/>
    <w:rsid w:val="000E0E2A"/>
    <w:rsid w:val="000F3B18"/>
    <w:rsid w:val="00122B06"/>
    <w:rsid w:val="00122C91"/>
    <w:rsid w:val="0013650D"/>
    <w:rsid w:val="00137561"/>
    <w:rsid w:val="00163FF9"/>
    <w:rsid w:val="00165DF7"/>
    <w:rsid w:val="0017066D"/>
    <w:rsid w:val="001722EB"/>
    <w:rsid w:val="00190639"/>
    <w:rsid w:val="00226A88"/>
    <w:rsid w:val="00227612"/>
    <w:rsid w:val="0023556B"/>
    <w:rsid w:val="00252D7A"/>
    <w:rsid w:val="00252EE6"/>
    <w:rsid w:val="0025426B"/>
    <w:rsid w:val="00260D31"/>
    <w:rsid w:val="002634FC"/>
    <w:rsid w:val="002635FE"/>
    <w:rsid w:val="00291E64"/>
    <w:rsid w:val="00292D33"/>
    <w:rsid w:val="002E2048"/>
    <w:rsid w:val="002E5E72"/>
    <w:rsid w:val="002F5A3A"/>
    <w:rsid w:val="0030225F"/>
    <w:rsid w:val="0030761D"/>
    <w:rsid w:val="00313E9B"/>
    <w:rsid w:val="00322965"/>
    <w:rsid w:val="00327A87"/>
    <w:rsid w:val="00345EAD"/>
    <w:rsid w:val="00356B8A"/>
    <w:rsid w:val="0036351B"/>
    <w:rsid w:val="003814EE"/>
    <w:rsid w:val="003823BE"/>
    <w:rsid w:val="003B6724"/>
    <w:rsid w:val="003D12DD"/>
    <w:rsid w:val="003E01C4"/>
    <w:rsid w:val="00412A16"/>
    <w:rsid w:val="00414A19"/>
    <w:rsid w:val="00482722"/>
    <w:rsid w:val="00484F1B"/>
    <w:rsid w:val="00484F8C"/>
    <w:rsid w:val="00487F4C"/>
    <w:rsid w:val="00497D12"/>
    <w:rsid w:val="004A373F"/>
    <w:rsid w:val="004A5EB6"/>
    <w:rsid w:val="005135B7"/>
    <w:rsid w:val="00515407"/>
    <w:rsid w:val="00517074"/>
    <w:rsid w:val="00523B78"/>
    <w:rsid w:val="00542080"/>
    <w:rsid w:val="005424EB"/>
    <w:rsid w:val="00545324"/>
    <w:rsid w:val="00553966"/>
    <w:rsid w:val="005612E6"/>
    <w:rsid w:val="00571F3F"/>
    <w:rsid w:val="00590383"/>
    <w:rsid w:val="005A02F5"/>
    <w:rsid w:val="005A6A24"/>
    <w:rsid w:val="005B156E"/>
    <w:rsid w:val="005B24A8"/>
    <w:rsid w:val="005D47F2"/>
    <w:rsid w:val="005D62D1"/>
    <w:rsid w:val="005E0544"/>
    <w:rsid w:val="00607823"/>
    <w:rsid w:val="00614D8B"/>
    <w:rsid w:val="00631BAF"/>
    <w:rsid w:val="0064686D"/>
    <w:rsid w:val="00651ECA"/>
    <w:rsid w:val="00670F23"/>
    <w:rsid w:val="006B35C9"/>
    <w:rsid w:val="006C0DA4"/>
    <w:rsid w:val="006D30BF"/>
    <w:rsid w:val="006E7CB9"/>
    <w:rsid w:val="006F6B93"/>
    <w:rsid w:val="00721331"/>
    <w:rsid w:val="00744F89"/>
    <w:rsid w:val="00773748"/>
    <w:rsid w:val="00782A5B"/>
    <w:rsid w:val="00782BF7"/>
    <w:rsid w:val="007D2A1F"/>
    <w:rsid w:val="00803306"/>
    <w:rsid w:val="00820CAB"/>
    <w:rsid w:val="00845A4C"/>
    <w:rsid w:val="00846A89"/>
    <w:rsid w:val="00850074"/>
    <w:rsid w:val="00855187"/>
    <w:rsid w:val="008A149A"/>
    <w:rsid w:val="008A49D3"/>
    <w:rsid w:val="008A4F1F"/>
    <w:rsid w:val="008A6283"/>
    <w:rsid w:val="008B2DDC"/>
    <w:rsid w:val="008C10D0"/>
    <w:rsid w:val="008E621F"/>
    <w:rsid w:val="008F2B44"/>
    <w:rsid w:val="008F71EF"/>
    <w:rsid w:val="009049E6"/>
    <w:rsid w:val="00910132"/>
    <w:rsid w:val="00912556"/>
    <w:rsid w:val="009225FC"/>
    <w:rsid w:val="009339CB"/>
    <w:rsid w:val="00947FF8"/>
    <w:rsid w:val="00954FD2"/>
    <w:rsid w:val="00962798"/>
    <w:rsid w:val="00980E5D"/>
    <w:rsid w:val="00981CBA"/>
    <w:rsid w:val="009D0B63"/>
    <w:rsid w:val="009D24E5"/>
    <w:rsid w:val="009E382B"/>
    <w:rsid w:val="00A00DFD"/>
    <w:rsid w:val="00A0116F"/>
    <w:rsid w:val="00A23642"/>
    <w:rsid w:val="00A33FF9"/>
    <w:rsid w:val="00A34154"/>
    <w:rsid w:val="00A51025"/>
    <w:rsid w:val="00A62F46"/>
    <w:rsid w:val="00A71E23"/>
    <w:rsid w:val="00A7639D"/>
    <w:rsid w:val="00A90507"/>
    <w:rsid w:val="00AB5D7B"/>
    <w:rsid w:val="00AC1F42"/>
    <w:rsid w:val="00AC6247"/>
    <w:rsid w:val="00AC7FB8"/>
    <w:rsid w:val="00AE5F2A"/>
    <w:rsid w:val="00B10A0F"/>
    <w:rsid w:val="00B1361A"/>
    <w:rsid w:val="00B176D7"/>
    <w:rsid w:val="00B51354"/>
    <w:rsid w:val="00B71B0F"/>
    <w:rsid w:val="00B7239B"/>
    <w:rsid w:val="00B753DB"/>
    <w:rsid w:val="00BA036F"/>
    <w:rsid w:val="00BA4609"/>
    <w:rsid w:val="00BA550A"/>
    <w:rsid w:val="00BA5C3B"/>
    <w:rsid w:val="00BC13D5"/>
    <w:rsid w:val="00BC40D2"/>
    <w:rsid w:val="00C10853"/>
    <w:rsid w:val="00C270E9"/>
    <w:rsid w:val="00C41EE9"/>
    <w:rsid w:val="00C504F2"/>
    <w:rsid w:val="00C55472"/>
    <w:rsid w:val="00C61DA7"/>
    <w:rsid w:val="00C80E78"/>
    <w:rsid w:val="00C92702"/>
    <w:rsid w:val="00C9379A"/>
    <w:rsid w:val="00CA4B15"/>
    <w:rsid w:val="00CB1021"/>
    <w:rsid w:val="00CB34AD"/>
    <w:rsid w:val="00CE0985"/>
    <w:rsid w:val="00CE3D59"/>
    <w:rsid w:val="00CE3D88"/>
    <w:rsid w:val="00CE7A12"/>
    <w:rsid w:val="00CF42BF"/>
    <w:rsid w:val="00D053CD"/>
    <w:rsid w:val="00D079D8"/>
    <w:rsid w:val="00D109BF"/>
    <w:rsid w:val="00D14C94"/>
    <w:rsid w:val="00D3373A"/>
    <w:rsid w:val="00D448F7"/>
    <w:rsid w:val="00D637F7"/>
    <w:rsid w:val="00D75334"/>
    <w:rsid w:val="00D8493C"/>
    <w:rsid w:val="00D84DA0"/>
    <w:rsid w:val="00D93379"/>
    <w:rsid w:val="00DA1234"/>
    <w:rsid w:val="00DA289A"/>
    <w:rsid w:val="00DB48C9"/>
    <w:rsid w:val="00DB66BC"/>
    <w:rsid w:val="00DD2666"/>
    <w:rsid w:val="00DE165D"/>
    <w:rsid w:val="00E04097"/>
    <w:rsid w:val="00E05A5A"/>
    <w:rsid w:val="00E119B2"/>
    <w:rsid w:val="00E20A63"/>
    <w:rsid w:val="00E3262F"/>
    <w:rsid w:val="00E5295A"/>
    <w:rsid w:val="00E540AD"/>
    <w:rsid w:val="00E64587"/>
    <w:rsid w:val="00E91D41"/>
    <w:rsid w:val="00EA62F0"/>
    <w:rsid w:val="00EA6495"/>
    <w:rsid w:val="00EA7C34"/>
    <w:rsid w:val="00EC7F3B"/>
    <w:rsid w:val="00ED2733"/>
    <w:rsid w:val="00EE419F"/>
    <w:rsid w:val="00EF1066"/>
    <w:rsid w:val="00F10C9B"/>
    <w:rsid w:val="00F51E1E"/>
    <w:rsid w:val="00F74882"/>
    <w:rsid w:val="00F87855"/>
    <w:rsid w:val="00FA372A"/>
    <w:rsid w:val="00FA547C"/>
    <w:rsid w:val="00FB156B"/>
    <w:rsid w:val="00FC4B4F"/>
    <w:rsid w:val="00FE2850"/>
    <w:rsid w:val="00FF284D"/>
    <w:rsid w:val="00FF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BDDD8"/>
  <w15:chartTrackingRefBased/>
  <w15:docId w15:val="{88D087CF-D8B6-4183-9666-4BAB3177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B1361A"/>
    <w:rPr>
      <w:rFonts w:ascii="Spectral" w:hAnsi="Spectral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61A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6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1361A"/>
    <w:rPr>
      <w:rFonts w:ascii="Spectral" w:eastAsiaTheme="majorEastAsia" w:hAnsi="Spectral" w:cstheme="majorBidi"/>
      <w:b/>
      <w:color w:val="2F5496" w:themeColor="accent1" w:themeShade="BF"/>
      <w:sz w:val="36"/>
      <w:szCs w:val="32"/>
    </w:rPr>
  </w:style>
  <w:style w:type="paragraph" w:styleId="Pis">
    <w:name w:val="header"/>
    <w:basedOn w:val="Normaallaad"/>
    <w:link w:val="Pi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482722"/>
    <w:rPr>
      <w:rFonts w:ascii="Spectral" w:hAnsi="Spectral"/>
    </w:rPr>
  </w:style>
  <w:style w:type="paragraph" w:styleId="Jalus">
    <w:name w:val="footer"/>
    <w:basedOn w:val="Normaallaad"/>
    <w:link w:val="JalusMrk"/>
    <w:uiPriority w:val="99"/>
    <w:unhideWhenUsed/>
    <w:rsid w:val="00482722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482722"/>
    <w:rPr>
      <w:rFonts w:ascii="Spectral" w:hAnsi="Spectral"/>
    </w:rPr>
  </w:style>
  <w:style w:type="character" w:styleId="Hperlink">
    <w:name w:val="Hyperlink"/>
    <w:basedOn w:val="Liguvaikefont"/>
    <w:uiPriority w:val="99"/>
    <w:unhideWhenUsed/>
    <w:rsid w:val="00962798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14C9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14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lutagu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k\AppData\Local\Microsoft\Windows\INetCache\Content.Outlook\CLIG9EG8\Alutaguse_vald_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AF7B696-2118-4D5C-8090-7087FB7A8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Alutaguse_vald_C.dotx</Template>
  <TotalTime>107</TotalTime>
  <Pages>1</Pages>
  <Words>83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Kesküla</dc:creator>
  <cp:keywords/>
  <dc:description/>
  <cp:lastModifiedBy>Sirje Allikmaa</cp:lastModifiedBy>
  <cp:revision>6</cp:revision>
  <cp:lastPrinted>2018-07-25T12:54:00Z</cp:lastPrinted>
  <dcterms:created xsi:type="dcterms:W3CDTF">2023-11-06T09:26:00Z</dcterms:created>
  <dcterms:modified xsi:type="dcterms:W3CDTF">2023-11-06T12:53:00Z</dcterms:modified>
</cp:coreProperties>
</file>